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2F4194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 xml:space="preserve">OŚWIADCZENIE W SPRAWIE DYSPONOWANIA OSOBAMI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B8EDE54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POST/DYS/OLD/GZ/0</w:t>
      </w:r>
      <w:r w:rsidR="00945CBC">
        <w:rPr>
          <w:rFonts w:cstheme="minorHAnsi"/>
          <w:lang w:eastAsia="pl-PL"/>
        </w:rPr>
        <w:t>4583</w:t>
      </w:r>
      <w:r w:rsidR="00B62B74" w:rsidRPr="00B62B74">
        <w:rPr>
          <w:rFonts w:cstheme="minorHAnsi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45CBC" w:rsidRPr="00945CBC">
        <w:rPr>
          <w:rFonts w:cstheme="minorHAnsi"/>
          <w:lang w:eastAsia="pl-PL"/>
        </w:rPr>
        <w:t>Wykonanie dokumentacji i robót budowlanych w branży elektroenergetycznej na terenie działania OŁD w RE Sieradz w podziale na 5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2FD36667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07BABB0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45CBC">
            <w:rPr>
              <w:rFonts w:asciiTheme="majorHAnsi" w:hAnsiTheme="majorHAnsi"/>
              <w:color w:val="000000" w:themeColor="text1"/>
              <w:sz w:val="14"/>
              <w:szCs w:val="18"/>
            </w:rPr>
            <w:t>4583</w:t>
          </w: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170AF"/>
    <w:rsid w:val="00322038"/>
    <w:rsid w:val="00347E8D"/>
    <w:rsid w:val="00362C4E"/>
    <w:rsid w:val="00366FFB"/>
    <w:rsid w:val="00371A75"/>
    <w:rsid w:val="00375780"/>
    <w:rsid w:val="00381365"/>
    <w:rsid w:val="00387A0D"/>
    <w:rsid w:val="003903C2"/>
    <w:rsid w:val="00391CD6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CB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20E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POST/DYS/OLD/GZ/04583/2025                        </dmsv2SWPP2ObjectNumber>
    <dmsv2SWPP2SumMD5 xmlns="http://schemas.microsoft.com/sharepoint/v3">7375185274620710ef49536966d568b3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24036239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JEUP5JKVCYQC-40426796-887</_dlc_DocId>
    <_dlc_DocIdUrl xmlns="a19cb1c7-c5c7-46d4-85ae-d83685407bba">
      <Url>https://swpp2.dms.gkpge.pl/sites/41/_layouts/15/DocIdRedir.aspx?ID=JEUP5JKVCYQC-40426796-887</Url>
      <Description>JEUP5JKVCYQC-40426796-887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66A616-3C96-498C-86F9-E61E7C7F4A4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A91B5A4-0B4A-4C17-AA19-A7E730ED851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75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22</cp:revision>
  <cp:lastPrinted>2024-07-15T11:21:00Z</cp:lastPrinted>
  <dcterms:created xsi:type="dcterms:W3CDTF">2025-01-15T13:15:00Z</dcterms:created>
  <dcterms:modified xsi:type="dcterms:W3CDTF">2025-12-18T08:45:00Z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e9511f03-a30e-45ec-ac99-f43264231293</vt:lpwstr>
  </property>
</Properties>
</file>